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0C50" w:rsidTr="00050DA7">
        <w:tc>
          <w:tcPr>
            <w:tcW w:w="4428" w:type="dxa"/>
          </w:tcPr>
          <w:p w:rsidR="000348ED" w:rsidRPr="00640C50" w:rsidRDefault="005D05AC" w:rsidP="00533CB8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640C50">
              <w:rPr>
                <w:rFonts w:asciiTheme="minorHAnsi" w:hAnsiTheme="minorHAnsi"/>
              </w:rPr>
              <w:t>From:</w:t>
            </w:r>
            <w:r w:rsidRPr="00640C50">
              <w:rPr>
                <w:rFonts w:asciiTheme="minorHAnsi" w:hAnsiTheme="minorHAnsi"/>
              </w:rPr>
              <w:tab/>
            </w:r>
            <w:r w:rsidR="00533CB8" w:rsidRPr="00640C50">
              <w:rPr>
                <w:rFonts w:asciiTheme="minorHAnsi" w:hAnsiTheme="minorHAnsi"/>
              </w:rPr>
              <w:t>VTS</w:t>
            </w:r>
            <w:r w:rsidR="00CA04AF" w:rsidRPr="00640C50">
              <w:rPr>
                <w:rFonts w:asciiTheme="minorHAnsi" w:hAnsiTheme="minorHAnsi"/>
              </w:rPr>
              <w:t xml:space="preserve"> </w:t>
            </w:r>
            <w:r w:rsidRPr="00640C50">
              <w:rPr>
                <w:rFonts w:asciiTheme="minorHAnsi" w:hAnsiTheme="minorHAnsi"/>
              </w:rPr>
              <w:t>C</w:t>
            </w:r>
            <w:r w:rsidR="00050DA7" w:rsidRPr="00640C50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640C50" w:rsidRDefault="00533CB8" w:rsidP="000B1C89">
            <w:pPr>
              <w:jc w:val="right"/>
              <w:rPr>
                <w:rFonts w:asciiTheme="minorHAnsi" w:hAnsiTheme="minorHAnsi"/>
                <w:highlight w:val="yellow"/>
              </w:rPr>
            </w:pPr>
            <w:r w:rsidRPr="00640C50">
              <w:rPr>
                <w:rFonts w:asciiTheme="minorHAnsi" w:hAnsiTheme="minorHAnsi"/>
              </w:rPr>
              <w:t>VTS</w:t>
            </w:r>
            <w:r w:rsidR="003A5C3D" w:rsidRPr="00640C50">
              <w:rPr>
                <w:rFonts w:asciiTheme="minorHAnsi" w:hAnsiTheme="minorHAnsi"/>
              </w:rPr>
              <w:t>41</w:t>
            </w:r>
            <w:r w:rsidR="003A5C3D" w:rsidRPr="00640C50">
              <w:rPr>
                <w:rFonts w:asciiTheme="minorHAnsi" w:hAnsiTheme="minorHAnsi"/>
                <w:highlight w:val="yellow"/>
              </w:rPr>
              <w:t>-</w:t>
            </w:r>
            <w:r w:rsidR="000B1C89" w:rsidRPr="00640C50">
              <w:rPr>
                <w:rFonts w:asciiTheme="minorHAnsi" w:hAnsiTheme="minorHAnsi"/>
              </w:rPr>
              <w:t>12.1.1</w:t>
            </w:r>
            <w:r w:rsidR="004F4C47">
              <w:rPr>
                <w:rFonts w:asciiTheme="minorHAnsi" w:hAnsiTheme="minorHAnsi"/>
              </w:rPr>
              <w:t>5</w:t>
            </w:r>
          </w:p>
        </w:tc>
      </w:tr>
      <w:tr w:rsidR="000348ED" w:rsidRPr="00640C50" w:rsidTr="00050DA7">
        <w:tc>
          <w:tcPr>
            <w:tcW w:w="4428" w:type="dxa"/>
          </w:tcPr>
          <w:p w:rsidR="000348ED" w:rsidRPr="00640C50" w:rsidRDefault="005D05AC" w:rsidP="00533CB8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640C50">
              <w:rPr>
                <w:rFonts w:asciiTheme="minorHAnsi" w:hAnsiTheme="minorHAnsi"/>
              </w:rPr>
              <w:t>To:</w:t>
            </w:r>
            <w:r w:rsidRPr="00640C50">
              <w:rPr>
                <w:rFonts w:asciiTheme="minorHAnsi" w:hAnsiTheme="minorHAnsi"/>
              </w:rPr>
              <w:tab/>
            </w:r>
            <w:r w:rsidR="003940A4" w:rsidRPr="00640C50">
              <w:rPr>
                <w:rFonts w:asciiTheme="minorHAnsi" w:hAnsiTheme="minorHAnsi"/>
              </w:rPr>
              <w:t xml:space="preserve">IALA </w:t>
            </w:r>
            <w:r w:rsidR="00533CB8" w:rsidRPr="00640C50">
              <w:rPr>
                <w:rFonts w:asciiTheme="minorHAnsi" w:hAnsiTheme="minorHAnsi"/>
              </w:rPr>
              <w:t>Council</w:t>
            </w:r>
          </w:p>
        </w:tc>
        <w:tc>
          <w:tcPr>
            <w:tcW w:w="5461" w:type="dxa"/>
          </w:tcPr>
          <w:p w:rsidR="000348ED" w:rsidRPr="00640C50" w:rsidRDefault="00FF0D3D" w:rsidP="00533CB8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March 2016</w:t>
            </w:r>
            <w:bookmarkStart w:id="0" w:name="_GoBack"/>
            <w:bookmarkEnd w:id="0"/>
          </w:p>
        </w:tc>
      </w:tr>
    </w:tbl>
    <w:p w:rsidR="000348ED" w:rsidRPr="00640C50" w:rsidRDefault="005D05AC" w:rsidP="007E5BFE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640C50">
        <w:rPr>
          <w:rFonts w:asciiTheme="minorHAnsi" w:hAnsiTheme="minorHAnsi"/>
          <w:color w:val="548DD4" w:themeColor="text2" w:themeTint="99"/>
        </w:rPr>
        <w:t>Liaison Note</w:t>
      </w:r>
    </w:p>
    <w:p w:rsidR="000348ED" w:rsidRPr="00640C50" w:rsidRDefault="004F4C47" w:rsidP="007E5BFE">
      <w:pPr>
        <w:pStyle w:val="Title"/>
        <w:spacing w:before="0" w:after="120"/>
        <w:rPr>
          <w:rFonts w:asciiTheme="minorHAnsi" w:hAnsiTheme="minorHAnsi"/>
          <w:color w:val="548DD4" w:themeColor="text2" w:themeTint="99"/>
        </w:rPr>
      </w:pPr>
      <w:r>
        <w:rPr>
          <w:rFonts w:asciiTheme="minorHAnsi" w:hAnsiTheme="minorHAnsi"/>
          <w:color w:val="548DD4" w:themeColor="text2" w:themeTint="99"/>
        </w:rPr>
        <w:t>New work programme item for VTS</w:t>
      </w:r>
    </w:p>
    <w:p w:rsidR="0064435F" w:rsidRPr="00640C50" w:rsidRDefault="0064435F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640C50">
        <w:rPr>
          <w:rFonts w:asciiTheme="minorHAnsi" w:hAnsiTheme="minorHAnsi"/>
          <w:color w:val="548DD4" w:themeColor="text2" w:themeTint="99"/>
          <w:lang w:val="en-GB"/>
        </w:rPr>
        <w:t>Introduction</w:t>
      </w:r>
    </w:p>
    <w:p w:rsidR="004F4C47" w:rsidRDefault="004F4C47" w:rsidP="00597E2C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The VTS Committee completed the development of the Model Course on the Revalidation process for VTS Qualification and Certification V-103/5</w:t>
      </w:r>
      <w:r w:rsidR="00B7094D">
        <w:rPr>
          <w:rFonts w:asciiTheme="minorHAnsi" w:hAnsiTheme="minorHAnsi"/>
        </w:rPr>
        <w:t xml:space="preserve"> at its meeting in March and forwarded it to Council for approval </w:t>
      </w:r>
      <w:r w:rsidR="00B7094D" w:rsidRPr="00FF0D3D">
        <w:rPr>
          <w:rFonts w:asciiTheme="minorHAnsi" w:hAnsiTheme="minorHAnsi"/>
        </w:rPr>
        <w:t xml:space="preserve">(Paper </w:t>
      </w:r>
      <w:r w:rsidR="00FF0D3D" w:rsidRPr="00FF0D3D">
        <w:rPr>
          <w:rFonts w:asciiTheme="minorHAnsi" w:hAnsiTheme="minorHAnsi"/>
        </w:rPr>
        <w:t>VTS41-12.1.5 and the liaison note VTS41-12.1.8</w:t>
      </w:r>
      <w:r w:rsidR="00B7094D" w:rsidRPr="00FF0D3D">
        <w:rPr>
          <w:rFonts w:asciiTheme="minorHAnsi" w:hAnsiTheme="minorHAnsi"/>
        </w:rPr>
        <w:t>)</w:t>
      </w:r>
      <w:r w:rsidRPr="00FF0D3D">
        <w:rPr>
          <w:rFonts w:asciiTheme="minorHAnsi" w:hAnsiTheme="minorHAnsi"/>
        </w:rPr>
        <w:t>.</w:t>
      </w:r>
    </w:p>
    <w:p w:rsidR="004F4C47" w:rsidRDefault="004F4C47" w:rsidP="00597E2C">
      <w:pPr>
        <w:pStyle w:val="BodyText"/>
        <w:rPr>
          <w:rFonts w:asciiTheme="minorHAnsi" w:hAnsiTheme="minorHAnsi"/>
        </w:rPr>
      </w:pPr>
      <w:r>
        <w:rPr>
          <w:rFonts w:asciiTheme="minorHAnsi" w:hAnsiTheme="minorHAnsi"/>
        </w:rPr>
        <w:t>With the implementation of V-103/5 other IALA documentation related to the provision of VTS training may require further review. This includes IALA Recommendation V-103 to reflect the introduction of V-103/5 and the following IALA Guidelines:</w:t>
      </w:r>
    </w:p>
    <w:p w:rsidR="004F4C47" w:rsidRPr="006F4DDF" w:rsidRDefault="004F4C47" w:rsidP="004F4C47">
      <w:pPr>
        <w:pStyle w:val="ListParagraph"/>
        <w:numPr>
          <w:ilvl w:val="0"/>
          <w:numId w:val="26"/>
        </w:numPr>
        <w:spacing w:after="120"/>
        <w:jc w:val="both"/>
        <w:rPr>
          <w:rFonts w:asciiTheme="minorHAnsi" w:eastAsia="Times New Roman" w:hAnsiTheme="minorHAnsi"/>
          <w:lang w:val="en"/>
        </w:rPr>
      </w:pPr>
      <w:r w:rsidRPr="006F4DDF">
        <w:rPr>
          <w:rFonts w:asciiTheme="minorHAnsi" w:eastAsia="Times New Roman" w:hAnsiTheme="minorHAnsi"/>
        </w:rPr>
        <w:t>IALA Guideline 1017 on the a</w:t>
      </w:r>
      <w:proofErr w:type="spellStart"/>
      <w:r w:rsidRPr="006F4DDF">
        <w:rPr>
          <w:rFonts w:asciiTheme="minorHAnsi" w:eastAsia="Times New Roman" w:hAnsiTheme="minorHAnsi"/>
          <w:lang w:val="en"/>
        </w:rPr>
        <w:t>ssessment</w:t>
      </w:r>
      <w:proofErr w:type="spellEnd"/>
      <w:r w:rsidRPr="006F4DDF">
        <w:rPr>
          <w:rFonts w:asciiTheme="minorHAnsi" w:eastAsia="Times New Roman" w:hAnsiTheme="minorHAnsi"/>
          <w:lang w:val="en"/>
        </w:rPr>
        <w:t xml:space="preserve"> of training requirements for existing VTS personnel, candidate VTS operators, revalidation of VTS operator certificates.</w:t>
      </w:r>
    </w:p>
    <w:p w:rsidR="004F4C47" w:rsidRPr="006F4DDF" w:rsidRDefault="004F4C47" w:rsidP="004F4C47">
      <w:pPr>
        <w:pStyle w:val="ListParagraph"/>
        <w:numPr>
          <w:ilvl w:val="0"/>
          <w:numId w:val="26"/>
        </w:numPr>
        <w:spacing w:after="120"/>
        <w:jc w:val="both"/>
        <w:rPr>
          <w:rFonts w:asciiTheme="minorHAnsi" w:eastAsia="Times New Roman" w:hAnsiTheme="minorHAnsi"/>
          <w:lang w:val="en"/>
        </w:rPr>
      </w:pPr>
      <w:r w:rsidRPr="006F4DDF">
        <w:rPr>
          <w:rFonts w:asciiTheme="minorHAnsi" w:eastAsia="Times New Roman" w:hAnsiTheme="minorHAnsi"/>
          <w:lang w:val="en"/>
        </w:rPr>
        <w:t>IALA Guideline 1014 on the accreditation and approval process for VTS training.</w:t>
      </w:r>
    </w:p>
    <w:p w:rsidR="004F4C47" w:rsidRPr="006F4DDF" w:rsidRDefault="004F4C47" w:rsidP="004F4C47">
      <w:pPr>
        <w:pStyle w:val="ListParagraph"/>
        <w:numPr>
          <w:ilvl w:val="0"/>
          <w:numId w:val="26"/>
        </w:numPr>
        <w:spacing w:after="120"/>
        <w:jc w:val="both"/>
        <w:rPr>
          <w:rFonts w:asciiTheme="minorHAnsi" w:eastAsia="Times New Roman" w:hAnsiTheme="minorHAnsi"/>
          <w:lang w:val="en"/>
        </w:rPr>
      </w:pPr>
      <w:r w:rsidRPr="006F4DDF">
        <w:rPr>
          <w:rFonts w:asciiTheme="minorHAnsi" w:eastAsia="Times New Roman" w:hAnsiTheme="minorHAnsi"/>
          <w:lang w:val="en"/>
        </w:rPr>
        <w:t>IALA Guideline 1101 on auditing and assessing VTS.</w:t>
      </w:r>
    </w:p>
    <w:p w:rsidR="004F4C47" w:rsidRPr="006F4DDF" w:rsidRDefault="004F4C47" w:rsidP="004F4C47">
      <w:pPr>
        <w:pStyle w:val="ListParagraph"/>
        <w:numPr>
          <w:ilvl w:val="0"/>
          <w:numId w:val="26"/>
        </w:numPr>
        <w:spacing w:after="120"/>
        <w:jc w:val="both"/>
        <w:rPr>
          <w:rFonts w:asciiTheme="minorHAnsi" w:eastAsia="Times New Roman" w:hAnsiTheme="minorHAnsi"/>
          <w:lang w:val="en"/>
        </w:rPr>
      </w:pPr>
      <w:r w:rsidRPr="006F4DDF">
        <w:rPr>
          <w:rFonts w:asciiTheme="minorHAnsi" w:eastAsia="Times New Roman" w:hAnsiTheme="minorHAnsi"/>
          <w:lang w:val="en"/>
        </w:rPr>
        <w:t>IALA Guideline 1027 on simulation in VTS training.</w:t>
      </w:r>
    </w:p>
    <w:p w:rsidR="004F4C47" w:rsidRPr="006F4DDF" w:rsidRDefault="004F4C47" w:rsidP="004F4C47">
      <w:pPr>
        <w:pStyle w:val="ListParagraph"/>
        <w:numPr>
          <w:ilvl w:val="0"/>
          <w:numId w:val="26"/>
        </w:numPr>
        <w:spacing w:after="120"/>
        <w:jc w:val="both"/>
        <w:rPr>
          <w:rFonts w:asciiTheme="minorHAnsi" w:eastAsia="Times New Roman" w:hAnsiTheme="minorHAnsi"/>
        </w:rPr>
      </w:pPr>
      <w:r w:rsidRPr="006F4DDF">
        <w:rPr>
          <w:rFonts w:asciiTheme="minorHAnsi" w:eastAsia="Times New Roman" w:hAnsiTheme="minorHAnsi"/>
          <w:lang w:val="en"/>
        </w:rPr>
        <w:t>IALA Guideline 1103 on train the trainer.</w:t>
      </w:r>
    </w:p>
    <w:p w:rsidR="00FF0D3D" w:rsidRDefault="008871DE" w:rsidP="00D820B1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The Committee proposes to add a new work item in Technical Domain #3, VTS Training as Task 3.1.3</w:t>
      </w:r>
      <w:r w:rsidR="00D925C4" w:rsidRPr="00640C50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with the task description: Review and update </w:t>
      </w:r>
      <w:r w:rsidR="00B7094D" w:rsidRPr="00B7094D">
        <w:rPr>
          <w:rFonts w:asciiTheme="minorHAnsi" w:hAnsiTheme="minorHAnsi"/>
          <w:lang w:val="en-US"/>
        </w:rPr>
        <w:t xml:space="preserve">IALA Recommendation V-103 on the Standards for Training and Certification of VTS Personnel </w:t>
      </w:r>
      <w:r w:rsidR="00B7094D">
        <w:rPr>
          <w:rFonts w:asciiTheme="minorHAnsi" w:hAnsiTheme="minorHAnsi"/>
          <w:lang w:val="en-US"/>
        </w:rPr>
        <w:t xml:space="preserve">and other IALA guidance </w:t>
      </w:r>
      <w:r w:rsidR="00B7094D" w:rsidRPr="00B7094D">
        <w:rPr>
          <w:rFonts w:asciiTheme="minorHAnsi" w:hAnsiTheme="minorHAnsi"/>
          <w:lang w:val="en-US"/>
        </w:rPr>
        <w:t xml:space="preserve">to reflect the introduction of </w:t>
      </w:r>
      <w:r w:rsidR="00D820B1">
        <w:rPr>
          <w:rFonts w:asciiTheme="minorHAnsi" w:hAnsiTheme="minorHAnsi"/>
          <w:lang w:val="en-US"/>
        </w:rPr>
        <w:t xml:space="preserve">the </w:t>
      </w:r>
      <w:r w:rsidR="00B7094D">
        <w:rPr>
          <w:rFonts w:asciiTheme="minorHAnsi" w:hAnsiTheme="minorHAnsi"/>
          <w:lang w:val="en-US"/>
        </w:rPr>
        <w:t xml:space="preserve">Model Course </w:t>
      </w:r>
      <w:r w:rsidR="00B7094D" w:rsidRPr="00B7094D">
        <w:rPr>
          <w:rFonts w:asciiTheme="minorHAnsi" w:hAnsiTheme="minorHAnsi"/>
          <w:lang w:val="en-US"/>
        </w:rPr>
        <w:t>V-103/5</w:t>
      </w:r>
      <w:r w:rsidR="00B7094D">
        <w:rPr>
          <w:rFonts w:asciiTheme="minorHAnsi" w:hAnsiTheme="minorHAnsi"/>
          <w:lang w:val="en-US"/>
        </w:rPr>
        <w:t xml:space="preserve"> </w:t>
      </w:r>
      <w:r w:rsidR="00B7094D" w:rsidRPr="00B7094D">
        <w:rPr>
          <w:rFonts w:asciiTheme="minorHAnsi" w:hAnsiTheme="minorHAnsi"/>
          <w:lang w:val="en-US"/>
        </w:rPr>
        <w:t>Model Course on Revalidation Process for VTS Qualifications and Certification</w:t>
      </w:r>
      <w:r w:rsidR="00B7094D">
        <w:rPr>
          <w:rFonts w:asciiTheme="minorHAnsi" w:hAnsiTheme="minorHAnsi"/>
          <w:lang w:val="en-US"/>
        </w:rPr>
        <w:t xml:space="preserve">. </w:t>
      </w:r>
      <w:r w:rsidR="00B7094D" w:rsidRPr="00B7094D">
        <w:rPr>
          <w:rFonts w:asciiTheme="minorHAnsi" w:hAnsiTheme="minorHAnsi"/>
          <w:lang w:val="en-US"/>
        </w:rPr>
        <w:t xml:space="preserve"> </w:t>
      </w:r>
    </w:p>
    <w:p w:rsidR="00FF0D3D" w:rsidRDefault="00FF0D3D" w:rsidP="00D820B1">
      <w:pPr>
        <w:pStyle w:val="BodyText"/>
        <w:rPr>
          <w:rFonts w:asciiTheme="minorHAnsi" w:hAnsiTheme="minorHAnsi"/>
          <w:lang w:val="en-US"/>
        </w:rPr>
      </w:pPr>
    </w:p>
    <w:p w:rsidR="009F5C36" w:rsidRPr="00FF0D3D" w:rsidRDefault="00AA76C0" w:rsidP="00FF0D3D">
      <w:pPr>
        <w:pStyle w:val="Heading1"/>
        <w:rPr>
          <w:rFonts w:asciiTheme="minorHAnsi" w:hAnsiTheme="minorHAnsi"/>
          <w:color w:val="548DD4" w:themeColor="text2" w:themeTint="99"/>
        </w:rPr>
      </w:pPr>
      <w:r w:rsidRPr="00FF0D3D">
        <w:rPr>
          <w:rFonts w:asciiTheme="minorHAnsi" w:hAnsiTheme="minorHAnsi"/>
          <w:color w:val="548DD4" w:themeColor="text2" w:themeTint="99"/>
        </w:rPr>
        <w:t>Action requested</w:t>
      </w:r>
    </w:p>
    <w:p w:rsidR="004C220D" w:rsidRPr="00640C50" w:rsidRDefault="00902AA4" w:rsidP="005D05AC">
      <w:pPr>
        <w:pStyle w:val="BodyText"/>
        <w:rPr>
          <w:rFonts w:asciiTheme="minorHAnsi" w:hAnsiTheme="minorHAnsi"/>
        </w:rPr>
      </w:pPr>
      <w:r w:rsidRPr="00640C50">
        <w:rPr>
          <w:rFonts w:asciiTheme="minorHAnsi" w:hAnsiTheme="minorHAnsi"/>
        </w:rPr>
        <w:t xml:space="preserve">The </w:t>
      </w:r>
      <w:r w:rsidR="00533CB8" w:rsidRPr="00640C50">
        <w:rPr>
          <w:rFonts w:asciiTheme="minorHAnsi" w:hAnsiTheme="minorHAnsi"/>
        </w:rPr>
        <w:t xml:space="preserve">Council </w:t>
      </w:r>
      <w:r w:rsidRPr="00640C50">
        <w:rPr>
          <w:rFonts w:asciiTheme="minorHAnsi" w:hAnsiTheme="minorHAnsi"/>
        </w:rPr>
        <w:t>is requested to</w:t>
      </w:r>
      <w:r w:rsidR="00D925C4" w:rsidRPr="00640C50">
        <w:rPr>
          <w:rFonts w:asciiTheme="minorHAnsi" w:hAnsiTheme="minorHAnsi"/>
        </w:rPr>
        <w:t xml:space="preserve"> approve </w:t>
      </w:r>
      <w:r w:rsidR="00AF7BBC" w:rsidRPr="00640C50">
        <w:rPr>
          <w:rFonts w:asciiTheme="minorHAnsi" w:hAnsiTheme="minorHAnsi"/>
        </w:rPr>
        <w:t xml:space="preserve">the </w:t>
      </w:r>
      <w:r w:rsidR="008871DE">
        <w:rPr>
          <w:rFonts w:asciiTheme="minorHAnsi" w:hAnsiTheme="minorHAnsi"/>
        </w:rPr>
        <w:t>new task in the VTS Work Programme 2014 - 2018</w:t>
      </w:r>
      <w:r w:rsidR="00AF7BBC" w:rsidRPr="00640C50">
        <w:rPr>
          <w:rFonts w:asciiTheme="minorHAnsi" w:hAnsiTheme="minorHAnsi"/>
          <w:lang w:val="en-US"/>
        </w:rPr>
        <w:t>.</w:t>
      </w:r>
    </w:p>
    <w:p w:rsidR="00630F7F" w:rsidRPr="00E12E91" w:rsidRDefault="00E12E91" w:rsidP="0000019B">
      <w:pPr>
        <w:pStyle w:val="List1"/>
        <w:numPr>
          <w:ilvl w:val="0"/>
          <w:numId w:val="0"/>
        </w:numPr>
        <w:rPr>
          <w:lang w:val="en-GB"/>
        </w:rPr>
      </w:pPr>
      <w:r w:rsidRPr="00E12E91">
        <w:rPr>
          <w:szCs w:val="22"/>
          <w:lang w:val="en-GB"/>
        </w:rPr>
        <w:t xml:space="preserve"> </w:t>
      </w:r>
    </w:p>
    <w:sectPr w:rsidR="00630F7F" w:rsidRPr="00E12E91" w:rsidSect="00E12E91">
      <w:headerReference w:type="default" r:id="rId8"/>
      <w:footerReference w:type="default" r:id="rId9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7B" w:rsidRDefault="007A447B" w:rsidP="00002906">
      <w:r>
        <w:separator/>
      </w:r>
    </w:p>
  </w:endnote>
  <w:endnote w:type="continuationSeparator" w:id="0">
    <w:p w:rsidR="007A447B" w:rsidRDefault="007A447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51" w:rsidRDefault="00316051">
    <w:pPr>
      <w:pStyle w:val="Footer"/>
    </w:pPr>
    <w:r>
      <w:tab/>
    </w:r>
    <w:r w:rsidR="00E2442A">
      <w:fldChar w:fldCharType="begin"/>
    </w:r>
    <w:r w:rsidR="007616B5">
      <w:instrText xml:space="preserve"> PAGE   \* MERGEFORMAT </w:instrText>
    </w:r>
    <w:r w:rsidR="00E2442A">
      <w:fldChar w:fldCharType="separate"/>
    </w:r>
    <w:r w:rsidR="00FF0D3D">
      <w:rPr>
        <w:noProof/>
      </w:rPr>
      <w:t>1</w:t>
    </w:r>
    <w:r w:rsidR="00E2442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7B" w:rsidRDefault="007A447B" w:rsidP="00002906">
      <w:r>
        <w:separator/>
      </w:r>
    </w:p>
  </w:footnote>
  <w:footnote w:type="continuationSeparator" w:id="0">
    <w:p w:rsidR="007A447B" w:rsidRDefault="007A447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C89" w:rsidRDefault="000B1C89" w:rsidP="000B1C89">
    <w:pPr>
      <w:pStyle w:val="Header"/>
      <w:jc w:val="center"/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151C7162" wp14:editId="7F3684C1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C68190E"/>
    <w:multiLevelType w:val="hybridMultilevel"/>
    <w:tmpl w:val="A5B215B8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02405"/>
    <w:multiLevelType w:val="hybridMultilevel"/>
    <w:tmpl w:val="3D50B5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9857C8"/>
    <w:multiLevelType w:val="hybridMultilevel"/>
    <w:tmpl w:val="151E99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4"/>
  </w:num>
  <w:num w:numId="6">
    <w:abstractNumId w:val="12"/>
  </w:num>
  <w:num w:numId="7">
    <w:abstractNumId w:val="8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B8"/>
    <w:rsid w:val="0000019B"/>
    <w:rsid w:val="00002906"/>
    <w:rsid w:val="00031A92"/>
    <w:rsid w:val="000348ED"/>
    <w:rsid w:val="00036801"/>
    <w:rsid w:val="00050DA7"/>
    <w:rsid w:val="0007219C"/>
    <w:rsid w:val="000A5A01"/>
    <w:rsid w:val="000B1C89"/>
    <w:rsid w:val="000D2EB3"/>
    <w:rsid w:val="00135447"/>
    <w:rsid w:val="00136BA0"/>
    <w:rsid w:val="00145C2F"/>
    <w:rsid w:val="00152273"/>
    <w:rsid w:val="00165021"/>
    <w:rsid w:val="001A654A"/>
    <w:rsid w:val="001C74CF"/>
    <w:rsid w:val="00242F54"/>
    <w:rsid w:val="00316051"/>
    <w:rsid w:val="00376FF5"/>
    <w:rsid w:val="003940A4"/>
    <w:rsid w:val="003A2AE6"/>
    <w:rsid w:val="003A5C3D"/>
    <w:rsid w:val="003D55DD"/>
    <w:rsid w:val="003E1831"/>
    <w:rsid w:val="004015F2"/>
    <w:rsid w:val="00424954"/>
    <w:rsid w:val="004375C6"/>
    <w:rsid w:val="0048235C"/>
    <w:rsid w:val="004C1386"/>
    <w:rsid w:val="004C220D"/>
    <w:rsid w:val="004C5B62"/>
    <w:rsid w:val="004F4C47"/>
    <w:rsid w:val="0052247D"/>
    <w:rsid w:val="00533CB8"/>
    <w:rsid w:val="00597E2C"/>
    <w:rsid w:val="005D05AC"/>
    <w:rsid w:val="00630F7F"/>
    <w:rsid w:val="00640C50"/>
    <w:rsid w:val="0064435F"/>
    <w:rsid w:val="006D470F"/>
    <w:rsid w:val="007059A7"/>
    <w:rsid w:val="00727E88"/>
    <w:rsid w:val="007616B5"/>
    <w:rsid w:val="00775878"/>
    <w:rsid w:val="007A447B"/>
    <w:rsid w:val="007C2B8C"/>
    <w:rsid w:val="007D2DCA"/>
    <w:rsid w:val="007E5BFE"/>
    <w:rsid w:val="0080092C"/>
    <w:rsid w:val="00872453"/>
    <w:rsid w:val="00872F23"/>
    <w:rsid w:val="008871DE"/>
    <w:rsid w:val="008F13DD"/>
    <w:rsid w:val="00902AA4"/>
    <w:rsid w:val="009B5CE5"/>
    <w:rsid w:val="009C4B29"/>
    <w:rsid w:val="009F3B6C"/>
    <w:rsid w:val="009F5C36"/>
    <w:rsid w:val="00A27F12"/>
    <w:rsid w:val="00A30579"/>
    <w:rsid w:val="00A368A8"/>
    <w:rsid w:val="00AA07AA"/>
    <w:rsid w:val="00AA76C0"/>
    <w:rsid w:val="00AF7BBC"/>
    <w:rsid w:val="00B077EC"/>
    <w:rsid w:val="00B15B24"/>
    <w:rsid w:val="00B40488"/>
    <w:rsid w:val="00B428DA"/>
    <w:rsid w:val="00B7094D"/>
    <w:rsid w:val="00B70F65"/>
    <w:rsid w:val="00B731D9"/>
    <w:rsid w:val="00B8247E"/>
    <w:rsid w:val="00B824C1"/>
    <w:rsid w:val="00BB71F2"/>
    <w:rsid w:val="00BC3192"/>
    <w:rsid w:val="00BE56DF"/>
    <w:rsid w:val="00CA04AF"/>
    <w:rsid w:val="00CC3A16"/>
    <w:rsid w:val="00D1703D"/>
    <w:rsid w:val="00D820B1"/>
    <w:rsid w:val="00D925C4"/>
    <w:rsid w:val="00E12E91"/>
    <w:rsid w:val="00E2442A"/>
    <w:rsid w:val="00E81657"/>
    <w:rsid w:val="00E93C9B"/>
    <w:rsid w:val="00EA6D72"/>
    <w:rsid w:val="00EC3422"/>
    <w:rsid w:val="00EE3F2F"/>
    <w:rsid w:val="00F022E0"/>
    <w:rsid w:val="00F208D0"/>
    <w:rsid w:val="00F60189"/>
    <w:rsid w:val="00F73F78"/>
    <w:rsid w:val="00FA5842"/>
    <w:rsid w:val="00FA6769"/>
    <w:rsid w:val="00FD03CA"/>
    <w:rsid w:val="00FD648B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qFormat/>
    <w:rsid w:val="006D470F"/>
    <w:pPr>
      <w:numPr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qFormat/>
    <w:rsid w:val="00E93C9B"/>
    <w:pPr>
      <w:widowControl w:val="0"/>
      <w:numPr>
        <w:ilvl w:val="2"/>
        <w:numId w:val="16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uiPriority w:val="99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F02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2E0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F4C47"/>
    <w:pPr>
      <w:ind w:left="720"/>
      <w:contextualSpacing/>
    </w:pPr>
    <w:rPr>
      <w:rFonts w:eastAsiaTheme="minorEastAsia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qFormat/>
    <w:rsid w:val="006D470F"/>
    <w:pPr>
      <w:numPr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qFormat/>
    <w:rsid w:val="00E93C9B"/>
    <w:pPr>
      <w:widowControl w:val="0"/>
      <w:numPr>
        <w:ilvl w:val="2"/>
        <w:numId w:val="16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uiPriority w:val="99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F02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2E0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F4C47"/>
    <w:pPr>
      <w:ind w:left="720"/>
      <w:contextualSpacing/>
    </w:pPr>
    <w:rPr>
      <w:rFonts w:eastAsiaTheme="minorEastAsia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tegy%20document%20VTS39\Internal%20Committee%20Liaison%20Note_Feb13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Rubrik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Pieter</dc:creator>
  <cp:lastModifiedBy>Wim</cp:lastModifiedBy>
  <cp:revision>2</cp:revision>
  <cp:lastPrinted>2006-10-19T09:49:00Z</cp:lastPrinted>
  <dcterms:created xsi:type="dcterms:W3CDTF">2016-03-14T13:25:00Z</dcterms:created>
  <dcterms:modified xsi:type="dcterms:W3CDTF">2016-03-14T13:25:00Z</dcterms:modified>
</cp:coreProperties>
</file>